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4A6A01A-9DB5-48CF-BD83-21EF3C608299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